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6DEDE1A0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5C3C7E98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6DEDE1A0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07A019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4305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Portal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871E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</w:t>
            </w:r>
            <w:proofErr w:type="spellStart"/>
            <w:r w:rsidR="00871E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English</w:t>
            </w:r>
            <w:proofErr w:type="spellEnd"/>
            <w:r w:rsidR="00871E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1F1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6DEDE1A0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6DEDE1A0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6DE51FCC" w:rsidR="008A364E" w:rsidRPr="00415E2E" w:rsidRDefault="6DEDE1A0" w:rsidP="6DEDE1A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</w:pPr>
            <w:r w:rsidRPr="6DEDE1A0">
              <w:rPr>
                <w:rFonts w:ascii="Times New Roman" w:eastAsia="Times New Roman" w:hAnsi="Times New Roman" w:cs="Times New Roman"/>
                <w:color w:val="000000" w:themeColor="text1"/>
                <w:lang w:eastAsia="sr-Latn-CS"/>
              </w:rPr>
              <w:t>ČAS BROJ</w:t>
            </w:r>
            <w:r w:rsidRPr="6DEDE1A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r-Latn-CS"/>
              </w:rPr>
              <w:t>: 68.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6DEDE1A0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3333C195" w:rsidR="000864BC" w:rsidRPr="009650A8" w:rsidRDefault="00871E3C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Tech it easy</w:t>
            </w:r>
          </w:p>
        </w:tc>
      </w:tr>
      <w:tr w:rsidR="000864BC" w:rsidRPr="002D4C0F" w14:paraId="3B8064D5" w14:textId="77777777" w:rsidTr="6DEDE1A0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6102BBE8" w:rsidR="000864BC" w:rsidRPr="009650A8" w:rsidRDefault="00871E3C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871E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Task 7: Following and giving instructions</w:t>
            </w:r>
          </w:p>
        </w:tc>
      </w:tr>
      <w:tr w:rsidR="000864BC" w:rsidRPr="002D4C0F" w14:paraId="57BB7675" w14:textId="77777777" w:rsidTr="6DEDE1A0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C734AA" w:rsidRPr="002D4C0F" w14:paraId="3700FBF9" w14:textId="77777777" w:rsidTr="6DEDE1A0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C734AA" w:rsidRPr="00940E9A" w:rsidRDefault="00C734AA" w:rsidP="00C734A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B8457A" w14:textId="77777777" w:rsidR="00522C65" w:rsidRDefault="00522C65" w:rsidP="00C734A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  <w:p w14:paraId="2218278C" w14:textId="5129B958" w:rsidR="00C734AA" w:rsidRDefault="00C734AA" w:rsidP="00C734A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će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umeti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da </w:t>
            </w:r>
            <w:r w:rsidRPr="007666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19673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video igara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4B6D3116" w14:textId="55726FE3" w:rsidR="00C734AA" w:rsidRPr="00940E9A" w:rsidRDefault="00C734AA" w:rsidP="00C734A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C734AA" w:rsidRPr="002D4C0F" w14:paraId="5B6E15BB" w14:textId="77777777" w:rsidTr="6DEDE1A0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C734AA" w:rsidRDefault="00C734AA" w:rsidP="00C734A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C734AA" w:rsidRDefault="00C734AA" w:rsidP="00C734A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C734AA" w:rsidRPr="00940E9A" w:rsidRDefault="00C734AA" w:rsidP="00C734A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2A727854" w14:textId="77777777" w:rsidR="00C734AA" w:rsidRPr="000864BC" w:rsidRDefault="00C734AA" w:rsidP="00C734A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047EF088" w14:textId="34C3A5B1" w:rsidR="00C734AA" w:rsidRDefault="00C734AA" w:rsidP="00C734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7666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19673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video igara</w:t>
            </w:r>
          </w:p>
          <w:p w14:paraId="2E2AC218" w14:textId="2026F325" w:rsidR="00C734AA" w:rsidRDefault="00C734AA" w:rsidP="00C734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7666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razumeju složenije iskaze koji se odnose na </w:t>
            </w:r>
            <w:r w:rsidR="0019673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davanje instrukcija</w:t>
            </w:r>
          </w:p>
          <w:p w14:paraId="3964DCE6" w14:textId="6B2583DE" w:rsidR="00C734AA" w:rsidRDefault="00C734AA" w:rsidP="00C734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pronađu informaciju </w:t>
            </w:r>
            <w:r w:rsidR="0019673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slušanjem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727A5DD1" w14:textId="13B1E387" w:rsidR="00C734AA" w:rsidRPr="003F7E58" w:rsidRDefault="00C734AA" w:rsidP="00C734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C734AA" w:rsidRPr="002D4C0F" w14:paraId="0D88668A" w14:textId="77777777" w:rsidTr="6DEDE1A0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C734AA" w:rsidRDefault="00C734AA" w:rsidP="00C734AA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C734AA" w:rsidRDefault="00C734AA" w:rsidP="00C734A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D7B36A6" w14:textId="5B7CA892" w:rsidR="00C734AA" w:rsidRPr="00A557B1" w:rsidRDefault="00196730" w:rsidP="00C734A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C734AA"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="00C734AA"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 w:rsidR="00C734AA"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="00C734AA"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C734AA"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="00C734AA"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734AA"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="00C734AA"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C734AA"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="00C734AA"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734AA"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="00C734AA"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</w:p>
          <w:p w14:paraId="48234E87" w14:textId="2AEC6901" w:rsidR="00C734AA" w:rsidRPr="00A557B1" w:rsidRDefault="00C734AA" w:rsidP="00C734A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6E2EEC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;</w:t>
            </w:r>
          </w:p>
        </w:tc>
      </w:tr>
      <w:tr w:rsidR="00C734AA" w:rsidRPr="002D4C0F" w14:paraId="1E53B642" w14:textId="77777777" w:rsidTr="6DEDE1A0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C734AA" w:rsidRPr="00940E9A" w:rsidRDefault="00C734AA" w:rsidP="00C734A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4A851804" w:rsidR="00C734AA" w:rsidRPr="00940E9A" w:rsidRDefault="00C734AA" w:rsidP="00C734A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frontalni, individualni, rad u paru</w:t>
            </w:r>
          </w:p>
        </w:tc>
      </w:tr>
      <w:tr w:rsidR="00C734AA" w:rsidRPr="002D4C0F" w14:paraId="11B38F5C" w14:textId="77777777" w:rsidTr="6DEDE1A0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C734AA" w:rsidRPr="00940E9A" w:rsidRDefault="00C734AA" w:rsidP="00C734A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6EF72452" w:rsidR="00C734AA" w:rsidRPr="003859A3" w:rsidRDefault="00C734AA" w:rsidP="00C734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dijaloška,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rad na tekstu, metoda pisanja</w:t>
            </w:r>
          </w:p>
        </w:tc>
      </w:tr>
      <w:tr w:rsidR="00C734AA" w:rsidRPr="002D4C0F" w14:paraId="3C9A6174" w14:textId="77777777" w:rsidTr="6DEDE1A0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C734AA" w:rsidRPr="00940E9A" w:rsidRDefault="00C734AA" w:rsidP="00C734A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A3959F3" w14:textId="77777777" w:rsidR="00C734AA" w:rsidRPr="00F4643E" w:rsidRDefault="00C734AA" w:rsidP="00C734A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592DB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tabla, CD, udžbenik</w:t>
            </w:r>
          </w:p>
          <w:p w14:paraId="0C8A9C49" w14:textId="68D8FD19" w:rsidR="00C734AA" w:rsidRPr="00F4643E" w:rsidRDefault="00C734AA" w:rsidP="00C734A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="00C734AA" w:rsidRPr="002D4C0F" w14:paraId="775202D2" w14:textId="77777777" w:rsidTr="6DEDE1A0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C734AA" w:rsidRPr="00940E9A" w:rsidRDefault="00C734AA" w:rsidP="00C734A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53C7201" w14:textId="57EF293E" w:rsidR="00C734AA" w:rsidRPr="000864BC" w:rsidRDefault="00C734AA" w:rsidP="00C734A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E2EE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rp</w:t>
            </w:r>
            <w:r w:rsidRPr="6E2EE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ski jezik i književnost, </w:t>
            </w:r>
            <w:r w:rsidR="001967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tehnika i tehnologija, informatika i računarstvo</w:t>
            </w:r>
          </w:p>
          <w:p w14:paraId="6063FF9D" w14:textId="67728584" w:rsidR="00C734AA" w:rsidRPr="000864BC" w:rsidRDefault="00C734AA" w:rsidP="00C734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4E5C2D47" w14:textId="77777777" w:rsidTr="6DEDE1A0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6DEDE1A0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74D2CC24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740827C" w14:textId="1940CD51" w:rsidR="000864BC" w:rsidRDefault="00C734AA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</w:t>
            </w:r>
            <w:r w:rsidR="001967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8. strana</w:t>
            </w:r>
          </w:p>
          <w:p w14:paraId="2FABFA5E" w14:textId="73B0B3E6" w:rsidR="00C734AA" w:rsidRDefault="00C734AA" w:rsidP="001F1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CF270E5" w14:textId="1B3F646A" w:rsidR="00C734AA" w:rsidRDefault="00C734AA" w:rsidP="001F1F9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ističe slike u vežbanju i pita učenike da ih opišu, a zatim postavlja dodatna pitanja:</w:t>
            </w:r>
          </w:p>
          <w:p w14:paraId="69FBF0F3" w14:textId="01578E32" w:rsidR="00C734AA" w:rsidRDefault="00C734AA" w:rsidP="001F1F9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19E162F" w14:textId="5D3203CA" w:rsidR="00C734AA" w:rsidRPr="00C734AA" w:rsidRDefault="00C734AA" w:rsidP="00C734AA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C734AA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Do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always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understand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instructions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when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have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install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 video game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or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an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app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63561ED9" w14:textId="70B4DFC3" w:rsidR="00C734AA" w:rsidRPr="00C734AA" w:rsidRDefault="00C734AA" w:rsidP="00C734AA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C734AA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When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don’t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understand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something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do?</w:t>
            </w:r>
          </w:p>
          <w:p w14:paraId="7E6223EF" w14:textId="77777777" w:rsidR="00C734AA" w:rsidRDefault="00C734AA" w:rsidP="00C734A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FAFA321" w14:textId="1DBD3334" w:rsidR="00C734AA" w:rsidRPr="000B4DE8" w:rsidRDefault="00C734AA" w:rsidP="00C734A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6DEDE1A0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272DF3EF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0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61BED39" w14:textId="77777777" w:rsidR="00A1406D" w:rsidRDefault="00A1406D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47DBBE60" w14:textId="77777777" w:rsidR="00C734AA" w:rsidRDefault="00C734AA" w:rsidP="00C734A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to a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tutorial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on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how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install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new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video game,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put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screenshots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below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correct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order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Write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1-8.</w:t>
            </w:r>
          </w:p>
          <w:p w14:paraId="562794C5" w14:textId="54234FC0" w:rsidR="00C734AA" w:rsidRDefault="00C734AA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69B761A6" w14:textId="4B3C8300" w:rsidR="00C734AA" w:rsidRPr="00C734AA" w:rsidRDefault="00C734AA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slušaju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tutorijal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CD 3 (audio zapis 8) i ređaju video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tutorijale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redosledeu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spomenutom na snimku. Sledi usmena provera odgovora.</w:t>
            </w:r>
          </w:p>
          <w:p w14:paraId="2411544C" w14:textId="77777777" w:rsidR="00C734AA" w:rsidRDefault="00C734AA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45230420" w14:textId="77777777" w:rsidR="00C734AA" w:rsidRDefault="00C734AA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Discuss</w:t>
            </w:r>
            <w:proofErr w:type="spellEnd"/>
          </w:p>
          <w:p w14:paraId="2F9FA313" w14:textId="6B7A78DB" w:rsidR="00C734AA" w:rsidRDefault="00C734AA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47B4BF0" w14:textId="3395649B" w:rsidR="00C734AA" w:rsidRDefault="00C734AA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pokreće kraću diskusiju pitanjima iz vežbanja.</w:t>
            </w:r>
          </w:p>
          <w:p w14:paraId="05416CF2" w14:textId="39FD4333" w:rsidR="00C734AA" w:rsidRDefault="00C734AA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407D9B6" w14:textId="0A5D4B61" w:rsidR="00C734AA" w:rsidRDefault="00C734AA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Primer odgovora:</w:t>
            </w:r>
          </w:p>
          <w:p w14:paraId="382176D8" w14:textId="76D9158E" w:rsidR="00C734AA" w:rsidRDefault="00C734AA" w:rsidP="00430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11CE7AB" w14:textId="6AEDBB7B" w:rsidR="00C734AA" w:rsidRPr="00C734AA" w:rsidRDefault="00C734AA" w:rsidP="00C734A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instructions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were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very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clear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because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they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guided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through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installing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game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step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by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step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. I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wouldn’t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change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anything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important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apart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from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part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where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create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account.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Conf</w:t>
            </w:r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softHyphen/>
              <w:t>irming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password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softHyphen/>
            </w:r>
            <w:proofErr w:type="spellStart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illing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email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address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are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not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mentioned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instructions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course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everyone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knows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how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to do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this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because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every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time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install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 video game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or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an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app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have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follow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same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steps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45F8CE4E" w14:textId="77777777" w:rsidR="00C734AA" w:rsidRPr="00C734AA" w:rsidRDefault="00C734AA" w:rsidP="00C734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D539999" w14:textId="3D3E49E1" w:rsidR="00C734AA" w:rsidRDefault="00C734AA" w:rsidP="00C734A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C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Work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pairs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come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up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with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instructions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on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how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to do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something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Use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an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idea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own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or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one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ideas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734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box</w:t>
            </w:r>
            <w:proofErr w:type="spellEnd"/>
            <w:r w:rsidRPr="00C734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19A521AB" w14:textId="6F096A4B" w:rsidR="00C734AA" w:rsidRDefault="00C734AA" w:rsidP="00C734A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68AE99F" w14:textId="1879095B" w:rsidR="00C734AA" w:rsidRPr="00C734AA" w:rsidRDefault="00C734AA" w:rsidP="00C734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parove. Učenici imaju zadatak da zajedno osmisle instrukcije za situaciju po izboru. Nastavnik prati tok aktivnosti i pomaže po izboru.</w:t>
            </w:r>
          </w:p>
          <w:p w14:paraId="6AB77AA0" w14:textId="0CAAEFD8" w:rsidR="00C734AA" w:rsidRDefault="00C734AA" w:rsidP="00C734A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A893E53" w14:textId="1A3FD178" w:rsidR="00C734AA" w:rsidRPr="00C734AA" w:rsidRDefault="00C734AA" w:rsidP="00430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64590092" w14:textId="77777777" w:rsidTr="6DEDE1A0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2AB88F2E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63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C50498" w:rsidRPr="00C504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9EF9FCF" w14:textId="14BFDFB4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1FF5B2A4" w14:textId="7668AF76" w:rsidR="00C734AA" w:rsidRDefault="00C734AA" w:rsidP="00C734A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D </w:t>
            </w:r>
            <w:r w:rsidRPr="00C734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Present your instructions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C734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to the class.</w:t>
            </w:r>
          </w:p>
          <w:p w14:paraId="2920460B" w14:textId="562BD75B" w:rsidR="00C734AA" w:rsidRDefault="00C734AA" w:rsidP="00C734A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6AF1A336" w14:textId="448DFAA5" w:rsidR="00C734AA" w:rsidRPr="00C734AA" w:rsidRDefault="00C734AA" w:rsidP="00C734A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predstavljaju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svoje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instrukcije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odeljenju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</w:p>
          <w:p w14:paraId="6008444B" w14:textId="77777777" w:rsidR="003E05B0" w:rsidRDefault="003E05B0" w:rsidP="00C734A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61C37EF" w14:textId="605B364A" w:rsidR="00EB625B" w:rsidRDefault="00EB625B" w:rsidP="00C734A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Primer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:</w:t>
            </w:r>
          </w:p>
          <w:p w14:paraId="263EA07B" w14:textId="4B9F623A" w:rsidR="00EB625B" w:rsidRDefault="00EB625B" w:rsidP="00C734A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</w:p>
          <w:p w14:paraId="3CBC1D34" w14:textId="77777777" w:rsidR="00EB625B" w:rsidRPr="00EB625B" w:rsidRDefault="00EB625B" w:rsidP="00EB625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EB62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1. Press the Apps button and navigate to Settings.</w:t>
            </w:r>
          </w:p>
          <w:p w14:paraId="17B91E4C" w14:textId="77777777" w:rsidR="00EB625B" w:rsidRPr="00EB625B" w:rsidRDefault="00EB625B" w:rsidP="00EB625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EB62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2. Under Wireless and Networks, turn on Wi-Fi. Wait</w:t>
            </w:r>
          </w:p>
          <w:p w14:paraId="33CC0B3F" w14:textId="77777777" w:rsidR="00EB625B" w:rsidRPr="00EB625B" w:rsidRDefault="00EB625B" w:rsidP="00EB625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EB62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for a while until your phone has detected the</w:t>
            </w:r>
          </w:p>
          <w:p w14:paraId="35D84E39" w14:textId="77777777" w:rsidR="00EB625B" w:rsidRPr="00EB625B" w:rsidRDefault="00EB625B" w:rsidP="00EB625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EB62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available networks.</w:t>
            </w:r>
          </w:p>
          <w:p w14:paraId="463DAE7C" w14:textId="77777777" w:rsidR="00EB625B" w:rsidRPr="00EB625B" w:rsidRDefault="00EB625B" w:rsidP="00EB625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EB62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3. Press the Wi-Fi network you want to connect to. If</w:t>
            </w:r>
          </w:p>
          <w:p w14:paraId="475B935A" w14:textId="77777777" w:rsidR="00EB625B" w:rsidRPr="00EB625B" w:rsidRDefault="00EB625B" w:rsidP="00EB625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EB62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the Wi-Fi network is not protected by a password,</w:t>
            </w:r>
          </w:p>
          <w:p w14:paraId="1F30C867" w14:textId="77777777" w:rsidR="00EB625B" w:rsidRPr="00EB625B" w:rsidRDefault="00EB625B" w:rsidP="00EB625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EB62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the connection will be successful. Alternatively,</w:t>
            </w:r>
          </w:p>
          <w:p w14:paraId="2D84CFB1" w14:textId="77777777" w:rsidR="00EB625B" w:rsidRPr="00EB625B" w:rsidRDefault="00EB625B" w:rsidP="00EB625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EB62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you have to enter the correct Wi-Fi password, and</w:t>
            </w:r>
          </w:p>
          <w:p w14:paraId="3C883937" w14:textId="5B207C96" w:rsidR="00EB625B" w:rsidRPr="00EB625B" w:rsidRDefault="00EB625B" w:rsidP="00EB625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EB62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press Connect.</w:t>
            </w:r>
            <w:bookmarkStart w:id="0" w:name="_GoBack"/>
            <w:bookmarkEnd w:id="0"/>
          </w:p>
          <w:p w14:paraId="5BAF04D3" w14:textId="3830E05E" w:rsidR="00EB625B" w:rsidRPr="00B363AA" w:rsidRDefault="00EB625B" w:rsidP="00C734A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8210A8" w:rsidRPr="002D4C0F" w14:paraId="270E45B4" w14:textId="77777777" w:rsidTr="6DEDE1A0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3D36E674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E33C0E9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Digitalna opcija časa</w:t>
            </w:r>
          </w:p>
          <w:p w14:paraId="6B192187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27CA382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2996541" w14:textId="77777777" w:rsidR="008210A8" w:rsidRDefault="008210A8" w:rsidP="008210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IWB: </w:t>
            </w:r>
            <w:r w:rsidRPr="00C526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prikazuje pitanja pomoću interaktivne table.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pojedinačnih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klikom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sklopu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koristi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IWB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softver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reprodukovanje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audio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video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E2831E0" w14:textId="77777777" w:rsidR="008210A8" w:rsidRPr="005252A5" w:rsidRDefault="008210A8" w:rsidP="00163ECB">
            <w:pPr>
              <w:pStyle w:val="NoSpacing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1FF81C81" w14:textId="77777777" w:rsidTr="6DEDE1A0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6DEDE1A0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6DEDE1A0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6DEDE1A0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0B3F07"/>
    <w:rsid w:val="000E4A2E"/>
    <w:rsid w:val="00163ECB"/>
    <w:rsid w:val="0019165E"/>
    <w:rsid w:val="00196730"/>
    <w:rsid w:val="001C555B"/>
    <w:rsid w:val="001F1F9C"/>
    <w:rsid w:val="0025560A"/>
    <w:rsid w:val="0029695A"/>
    <w:rsid w:val="002B18BF"/>
    <w:rsid w:val="002E6EA3"/>
    <w:rsid w:val="00342907"/>
    <w:rsid w:val="00374635"/>
    <w:rsid w:val="00391277"/>
    <w:rsid w:val="003E05B0"/>
    <w:rsid w:val="003F7E58"/>
    <w:rsid w:val="004035A1"/>
    <w:rsid w:val="0043055C"/>
    <w:rsid w:val="004E6D7C"/>
    <w:rsid w:val="0050046B"/>
    <w:rsid w:val="00522C65"/>
    <w:rsid w:val="00771F65"/>
    <w:rsid w:val="0078534A"/>
    <w:rsid w:val="008154CB"/>
    <w:rsid w:val="008210A8"/>
    <w:rsid w:val="008304E4"/>
    <w:rsid w:val="00871E3C"/>
    <w:rsid w:val="008A364E"/>
    <w:rsid w:val="008D0AB4"/>
    <w:rsid w:val="00937527"/>
    <w:rsid w:val="00952595"/>
    <w:rsid w:val="00976E68"/>
    <w:rsid w:val="009D69F4"/>
    <w:rsid w:val="00A00438"/>
    <w:rsid w:val="00A1406D"/>
    <w:rsid w:val="00A6061C"/>
    <w:rsid w:val="00B56DFB"/>
    <w:rsid w:val="00BC702E"/>
    <w:rsid w:val="00BF74AC"/>
    <w:rsid w:val="00C50498"/>
    <w:rsid w:val="00C734AA"/>
    <w:rsid w:val="00C8541A"/>
    <w:rsid w:val="00CF0363"/>
    <w:rsid w:val="00D12556"/>
    <w:rsid w:val="00E44DEC"/>
    <w:rsid w:val="00E708C9"/>
    <w:rsid w:val="00EB625B"/>
    <w:rsid w:val="00ED6AAD"/>
    <w:rsid w:val="00F4643E"/>
    <w:rsid w:val="00F502DE"/>
    <w:rsid w:val="6DEDE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paragraph" w:styleId="NoSpacing">
    <w:name w:val="No Spacing"/>
    <w:uiPriority w:val="1"/>
    <w:qFormat/>
    <w:rsid w:val="008210A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59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504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42</cp:revision>
  <dcterms:created xsi:type="dcterms:W3CDTF">2019-03-27T19:45:00Z</dcterms:created>
  <dcterms:modified xsi:type="dcterms:W3CDTF">2021-05-18T23:16:00Z</dcterms:modified>
</cp:coreProperties>
</file>