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860"/>
        <w:gridCol w:w="7920"/>
      </w:tblGrid>
      <w:tr w:rsidR="00895C38" w:rsidRPr="00D27942" w:rsidTr="007151E5">
        <w:trPr>
          <w:trHeight w:val="383"/>
        </w:trPr>
        <w:tc>
          <w:tcPr>
            <w:tcW w:w="2860" w:type="dxa"/>
            <w:shd w:val="clear" w:color="auto" w:fill="C0C0C0"/>
          </w:tcPr>
          <w:p w:rsidR="00895C38" w:rsidRPr="00341AF7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тема</w:t>
            </w:r>
          </w:p>
        </w:tc>
        <w:tc>
          <w:tcPr>
            <w:tcW w:w="7920" w:type="dxa"/>
            <w:shd w:val="clear" w:color="auto" w:fill="C0C0C0"/>
          </w:tcPr>
          <w:p w:rsidR="00895C38" w:rsidRPr="00D27942" w:rsidRDefault="00895C38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Моё хобби</w:t>
            </w:r>
          </w:p>
        </w:tc>
      </w:tr>
      <w:tr w:rsidR="00895C38" w:rsidRPr="00D27942" w:rsidTr="007151E5">
        <w:trPr>
          <w:trHeight w:val="405"/>
        </w:trPr>
        <w:tc>
          <w:tcPr>
            <w:tcW w:w="2860" w:type="dxa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920" w:type="dxa"/>
          </w:tcPr>
          <w:p w:rsidR="00895C38" w:rsidRPr="00341AF7" w:rsidRDefault="00895C38" w:rsidP="00954DC9">
            <w:pPr>
              <w:rPr>
                <w:rFonts w:ascii="Tahoma" w:hAnsi="Tahoma" w:cs="Tahoma"/>
                <w:b/>
                <w:sz w:val="26"/>
                <w:szCs w:val="26"/>
              </w:rPr>
            </w:pPr>
            <w:r w:rsidRPr="001E0B23">
              <w:rPr>
                <w:rFonts w:ascii="Tahoma" w:hAnsi="Tahoma" w:cs="Tahoma"/>
                <w:b/>
                <w:sz w:val="26"/>
                <w:szCs w:val="26"/>
              </w:rPr>
              <w:t>Что ты делал вчера?</w:t>
            </w:r>
          </w:p>
        </w:tc>
      </w:tr>
      <w:tr w:rsidR="00895C38" w:rsidRPr="00D27942" w:rsidTr="007151E5">
        <w:trPr>
          <w:trHeight w:val="365"/>
        </w:trPr>
        <w:tc>
          <w:tcPr>
            <w:tcW w:w="2860" w:type="dxa"/>
            <w:shd w:val="clear" w:color="auto" w:fill="C0C0C0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920" w:type="dxa"/>
            <w:shd w:val="clear" w:color="auto" w:fill="C0C0C0"/>
          </w:tcPr>
          <w:p w:rsidR="00895C38" w:rsidRPr="00D27942" w:rsidRDefault="00895C38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утврђивање</w:t>
            </w:r>
          </w:p>
        </w:tc>
      </w:tr>
      <w:tr w:rsidR="00895C38" w:rsidRPr="00D27942" w:rsidTr="007151E5">
        <w:trPr>
          <w:trHeight w:val="373"/>
        </w:trPr>
        <w:tc>
          <w:tcPr>
            <w:tcW w:w="2860" w:type="dxa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920" w:type="dxa"/>
          </w:tcPr>
          <w:p w:rsidR="00895C38" w:rsidRPr="00341AF7" w:rsidRDefault="00895C38" w:rsidP="00954DC9">
            <w:pPr>
              <w:rPr>
                <w:rFonts w:ascii="Arial" w:hAnsi="Arial" w:cs="Arial"/>
                <w:sz w:val="24"/>
                <w:szCs w:val="24"/>
                <w:lang/>
              </w:rPr>
            </w:pPr>
          </w:p>
        </w:tc>
      </w:tr>
      <w:tr w:rsidR="00895C38" w:rsidRPr="00D27942" w:rsidTr="007151E5">
        <w:trPr>
          <w:trHeight w:val="345"/>
        </w:trPr>
        <w:tc>
          <w:tcPr>
            <w:tcW w:w="2860" w:type="dxa"/>
            <w:shd w:val="clear" w:color="auto" w:fill="C0C0C0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920" w:type="dxa"/>
            <w:shd w:val="clear" w:color="auto" w:fill="C0C0C0"/>
          </w:tcPr>
          <w:p w:rsidR="00895C38" w:rsidRPr="00D27942" w:rsidRDefault="00895C38" w:rsidP="00954DC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27942">
              <w:rPr>
                <w:rFonts w:ascii="Arial" w:hAnsi="Arial" w:cs="Arial"/>
                <w:b/>
                <w:sz w:val="24"/>
                <w:szCs w:val="24"/>
                <w:lang w:val="en-US"/>
              </w:rPr>
              <w:t>V</w:t>
            </w:r>
          </w:p>
        </w:tc>
      </w:tr>
      <w:tr w:rsidR="00895C38" w:rsidRPr="00D27942" w:rsidTr="007151E5">
        <w:trPr>
          <w:trHeight w:val="396"/>
        </w:trPr>
        <w:tc>
          <w:tcPr>
            <w:tcW w:w="2860" w:type="dxa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920" w:type="dxa"/>
          </w:tcPr>
          <w:p w:rsidR="00895C38" w:rsidRPr="00D27942" w:rsidRDefault="00895C38" w:rsidP="00954DC9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  <w:r w:rsidRPr="00D27942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895C38" w:rsidRPr="00931F80" w:rsidTr="007151E5">
        <w:trPr>
          <w:trHeight w:val="2518"/>
        </w:trPr>
        <w:tc>
          <w:tcPr>
            <w:tcW w:w="2860" w:type="dxa"/>
            <w:shd w:val="clear" w:color="auto" w:fill="C0C0C0"/>
          </w:tcPr>
          <w:p w:rsidR="00895C38" w:rsidRPr="00341AF7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</w:t>
            </w:r>
          </w:p>
        </w:tc>
        <w:tc>
          <w:tcPr>
            <w:tcW w:w="7920" w:type="dxa"/>
            <w:shd w:val="clear" w:color="auto" w:fill="C0C0C0"/>
          </w:tcPr>
          <w:p w:rsidR="00895C38" w:rsidRPr="005E46A8" w:rsidRDefault="00895C38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утвр</w:t>
            </w:r>
            <w:r w:rsidR="00341AF7">
              <w:rPr>
                <w:rFonts w:ascii="Arial" w:hAnsi="Arial" w:cs="Arial"/>
                <w:sz w:val="24"/>
                <w:szCs w:val="24"/>
                <w:lang w:val="sr-Cyrl-CS"/>
              </w:rPr>
              <w:t>ђивање облика садашњег времена</w:t>
            </w:r>
          </w:p>
          <w:p w:rsidR="00895C38" w:rsidRPr="005E46A8" w:rsidRDefault="00895C38" w:rsidP="00954DC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тврђивање </w:t>
            </w: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прошлог времена глагола</w:t>
            </w:r>
          </w:p>
          <w:p w:rsidR="00895C38" w:rsidRPr="005E46A8" w:rsidRDefault="00895C38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>ра</w:t>
            </w:r>
            <w:r w:rsidR="00341AF7">
              <w:rPr>
                <w:rFonts w:ascii="Arial" w:hAnsi="Arial" w:cs="Arial"/>
                <w:sz w:val="24"/>
                <w:szCs w:val="24"/>
              </w:rPr>
              <w:t xml:space="preserve">звијање комуникације на руском </w:t>
            </w:r>
            <w:r w:rsidRPr="005E46A8">
              <w:rPr>
                <w:rFonts w:ascii="Arial" w:hAnsi="Arial" w:cs="Arial"/>
                <w:sz w:val="24"/>
                <w:szCs w:val="24"/>
              </w:rPr>
              <w:t xml:space="preserve">језику </w:t>
            </w:r>
            <w:r w:rsidRPr="005E46A8">
              <w:rPr>
                <w:rFonts w:ascii="Arial" w:hAnsi="Arial" w:cs="Arial"/>
                <w:sz w:val="24"/>
                <w:szCs w:val="24"/>
                <w:lang w:val="ru-RU"/>
              </w:rPr>
              <w:t xml:space="preserve">да питате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шта је неко урадио</w:t>
            </w:r>
          </w:p>
          <w:p w:rsidR="00895C38" w:rsidRPr="005E46A8" w:rsidRDefault="00895C38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 xml:space="preserve">надограђивање језичких комуникацијских способности </w:t>
            </w:r>
          </w:p>
          <w:p w:rsidR="00895C38" w:rsidRPr="005E46A8" w:rsidRDefault="00895C38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усвајања фонолошког система руског језика </w:t>
            </w:r>
            <w:r w:rsidRPr="005E46A8">
              <w:rPr>
                <w:rFonts w:ascii="Arial" w:hAnsi="Arial" w:cs="Arial"/>
                <w:sz w:val="24"/>
                <w:szCs w:val="24"/>
                <w:lang w:val="sr-Cyrl-CS" w:eastAsia="en-US"/>
              </w:rPr>
              <w:t>и правилног изговора</w:t>
            </w:r>
          </w:p>
          <w:p w:rsidR="00895C38" w:rsidRPr="005E46A8" w:rsidRDefault="00895C38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:rsidR="00895C38" w:rsidRPr="00A11A22" w:rsidRDefault="00895C38" w:rsidP="00954DC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sz w:val="24"/>
                <w:szCs w:val="24"/>
                <w:lang w:val="sr-Cyrl-CS"/>
              </w:rPr>
            </w:pPr>
            <w:r w:rsidRPr="005E46A8">
              <w:rPr>
                <w:rFonts w:ascii="Arial" w:hAnsi="Arial" w:cs="Arial"/>
                <w:sz w:val="24"/>
                <w:szCs w:val="24"/>
                <w:lang w:val="sr-Cyrl-CS"/>
              </w:rPr>
              <w:t>развијање радних навика и осећаја одговорности за редован рад и учење</w:t>
            </w:r>
          </w:p>
        </w:tc>
      </w:tr>
      <w:tr w:rsidR="00895C38" w:rsidRPr="00931F80" w:rsidTr="007151E5">
        <w:trPr>
          <w:trHeight w:val="360"/>
        </w:trPr>
        <w:tc>
          <w:tcPr>
            <w:tcW w:w="2860" w:type="dxa"/>
            <w:shd w:val="clear" w:color="auto" w:fill="C0C0C0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920" w:type="dxa"/>
            <w:shd w:val="clear" w:color="auto" w:fill="C0C0C0"/>
          </w:tcPr>
          <w:p w:rsidR="00895C38" w:rsidRPr="00341AF7" w:rsidRDefault="00895C38" w:rsidP="00954DC9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фронтални</w:t>
            </w:r>
            <w:r w:rsidRPr="00931F80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индивидуални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рад у паровима</w:t>
            </w:r>
          </w:p>
        </w:tc>
      </w:tr>
      <w:tr w:rsidR="00895C38" w:rsidRPr="00931F80" w:rsidTr="007151E5">
        <w:trPr>
          <w:trHeight w:val="360"/>
        </w:trPr>
        <w:tc>
          <w:tcPr>
            <w:tcW w:w="2860" w:type="dxa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920" w:type="dxa"/>
          </w:tcPr>
          <w:p w:rsidR="00895C38" w:rsidRPr="00FA7FE4" w:rsidRDefault="00895C38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комуникативни приступ</w:t>
            </w:r>
            <w:r w:rsidR="00341AF7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="00341AF7">
              <w:rPr>
                <w:rFonts w:ascii="Arial" w:hAnsi="Arial" w:cs="Arial"/>
                <w:sz w:val="24"/>
                <w:szCs w:val="24"/>
                <w:lang w:val="sr-Cyrl-CS"/>
              </w:rPr>
              <w:t>–</w:t>
            </w:r>
            <w:r w:rsidR="00341AF7">
              <w:rPr>
                <w:rFonts w:ascii="Arial" w:hAnsi="Arial" w:cs="Arial"/>
                <w:sz w:val="24"/>
                <w:szCs w:val="24"/>
                <w:lang/>
              </w:rPr>
              <w:t xml:space="preserve"> </w:t>
            </w:r>
            <w:r w:rsidRPr="00FA7FE4">
              <w:rPr>
                <w:rFonts w:ascii="Arial" w:hAnsi="Arial" w:cs="Arial"/>
                <w:sz w:val="24"/>
                <w:szCs w:val="24"/>
                <w:lang w:val="sr-Cyrl-CS"/>
              </w:rPr>
              <w:t>вербални, дијалошки, текстуални, илустративни метод</w:t>
            </w:r>
          </w:p>
        </w:tc>
      </w:tr>
      <w:tr w:rsidR="00895C38" w:rsidRPr="00D27942" w:rsidTr="007151E5">
        <w:trPr>
          <w:trHeight w:val="360"/>
        </w:trPr>
        <w:tc>
          <w:tcPr>
            <w:tcW w:w="2860" w:type="dxa"/>
            <w:shd w:val="clear" w:color="auto" w:fill="C0C0C0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920" w:type="dxa"/>
            <w:shd w:val="clear" w:color="auto" w:fill="C0C0C0"/>
          </w:tcPr>
          <w:p w:rsidR="00895C38" w:rsidRPr="00D27942" w:rsidRDefault="00341AF7" w:rsidP="00954D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/>
              </w:rPr>
              <w:t>с</w:t>
            </w:r>
            <w:r w:rsidR="00895C38">
              <w:rPr>
                <w:rFonts w:ascii="Arial" w:hAnsi="Arial" w:cs="Arial"/>
                <w:sz w:val="24"/>
                <w:szCs w:val="24"/>
              </w:rPr>
              <w:t>рпски језик</w:t>
            </w:r>
          </w:p>
        </w:tc>
      </w:tr>
      <w:tr w:rsidR="00895C38" w:rsidRPr="00931F80" w:rsidTr="007151E5">
        <w:trPr>
          <w:trHeight w:val="360"/>
        </w:trPr>
        <w:tc>
          <w:tcPr>
            <w:tcW w:w="2860" w:type="dxa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920" w:type="dxa"/>
          </w:tcPr>
          <w:p w:rsidR="00895C38" w:rsidRPr="00D27942" w:rsidRDefault="00895C38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подстиче активност ученика, организује време на часу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</w:t>
            </w:r>
            <w:r w:rsidRPr="00687C2A">
              <w:rPr>
                <w:rFonts w:ascii="Arial" w:hAnsi="Arial" w:cs="Arial"/>
                <w:sz w:val="24"/>
                <w:szCs w:val="24"/>
                <w:lang w:val="sr-Cyrl-CS"/>
              </w:rPr>
              <w:t>иницира комуникацију са ученицима</w:t>
            </w:r>
          </w:p>
        </w:tc>
      </w:tr>
      <w:tr w:rsidR="00895C38" w:rsidRPr="00931F80" w:rsidTr="007151E5">
        <w:trPr>
          <w:trHeight w:val="302"/>
        </w:trPr>
        <w:tc>
          <w:tcPr>
            <w:tcW w:w="2860" w:type="dxa"/>
            <w:shd w:val="clear" w:color="auto" w:fill="C0C0C0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920" w:type="dxa"/>
            <w:shd w:val="clear" w:color="auto" w:fill="C0C0C0"/>
          </w:tcPr>
          <w:p w:rsidR="00895C38" w:rsidRPr="00D27942" w:rsidRDefault="00895C38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, активно учествују </w:t>
            </w:r>
          </w:p>
        </w:tc>
      </w:tr>
      <w:tr w:rsidR="00895C38" w:rsidRPr="00931F80" w:rsidTr="007151E5">
        <w:trPr>
          <w:trHeight w:val="302"/>
        </w:trPr>
        <w:tc>
          <w:tcPr>
            <w:tcW w:w="2860" w:type="dxa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920" w:type="dxa"/>
          </w:tcPr>
          <w:p w:rsidR="00895C38" w:rsidRPr="00D27942" w:rsidRDefault="00895C38" w:rsidP="00954DC9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свеска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, диск ,картице са глаголима</w:t>
            </w:r>
          </w:p>
        </w:tc>
      </w:tr>
      <w:tr w:rsidR="00895C38" w:rsidRPr="00D27942" w:rsidTr="007151E5">
        <w:trPr>
          <w:trHeight w:val="302"/>
        </w:trPr>
        <w:tc>
          <w:tcPr>
            <w:tcW w:w="2860" w:type="dxa"/>
            <w:shd w:val="clear" w:color="auto" w:fill="C0C0C0"/>
          </w:tcPr>
          <w:p w:rsidR="00895C38" w:rsidRPr="00D27942" w:rsidRDefault="00895C38" w:rsidP="00954DC9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920" w:type="dxa"/>
            <w:shd w:val="clear" w:color="auto" w:fill="C0C0C0"/>
          </w:tcPr>
          <w:p w:rsidR="00895C38" w:rsidRPr="00D27942" w:rsidRDefault="00895C38" w:rsidP="00954D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Поређење језика</w:t>
            </w:r>
          </w:p>
        </w:tc>
      </w:tr>
      <w:tr w:rsidR="00895C38" w:rsidRPr="00931F80" w:rsidTr="007151E5">
        <w:trPr>
          <w:trHeight w:val="144"/>
        </w:trPr>
        <w:tc>
          <w:tcPr>
            <w:tcW w:w="10780" w:type="dxa"/>
            <w:gridSpan w:val="2"/>
          </w:tcPr>
          <w:p w:rsidR="00341AF7" w:rsidRPr="00341AF7" w:rsidRDefault="00341AF7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/>
              </w:rPr>
            </w:pPr>
          </w:p>
          <w:p w:rsidR="00895C38" w:rsidRPr="00D27942" w:rsidRDefault="00895C38" w:rsidP="00954DC9">
            <w:pPr>
              <w:tabs>
                <w:tab w:val="left" w:pos="2955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:rsidR="00341AF7" w:rsidRPr="00341AF7" w:rsidRDefault="00341A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341AF7" w:rsidRPr="00341AF7" w:rsidRDefault="00341AF7" w:rsidP="00341AF7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Провера дом</w:t>
            </w:r>
            <w:r>
              <w:rPr>
                <w:rFonts w:ascii="Arial" w:hAnsi="Arial" w:cs="Arial"/>
                <w:bCs/>
                <w:sz w:val="24"/>
                <w:szCs w:val="24"/>
                <w:lang/>
              </w:rPr>
              <w:t xml:space="preserve">аћег </w:t>
            </w:r>
            <w:r w:rsidR="00895C38">
              <w:rPr>
                <w:rFonts w:ascii="Arial" w:hAnsi="Arial" w:cs="Arial"/>
                <w:bCs/>
                <w:sz w:val="24"/>
                <w:szCs w:val="24"/>
              </w:rPr>
              <w:t xml:space="preserve">задатка. Наставник проверава да ли су ученици успешно савладали наставке за прошло време, а затим утврђује прошло време </w:t>
            </w:r>
            <w:r w:rsidR="00895C38" w:rsidRPr="007C089C">
              <w:rPr>
                <w:rFonts w:ascii="Arial" w:hAnsi="Arial" w:cs="Arial"/>
                <w:b/>
                <w:bCs/>
                <w:sz w:val="24"/>
                <w:szCs w:val="24"/>
              </w:rPr>
              <w:t>вежбом 3, стр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/>
              </w:rPr>
              <w:t>.</w:t>
            </w:r>
            <w:r w:rsidR="00895C38" w:rsidRPr="007C089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63.</w:t>
            </w:r>
            <w:r w:rsidR="00895C38">
              <w:rPr>
                <w:rFonts w:ascii="Arial" w:hAnsi="Arial" w:cs="Arial"/>
                <w:bCs/>
                <w:sz w:val="24"/>
                <w:szCs w:val="24"/>
              </w:rPr>
              <w:t xml:space="preserve"> Ученици повезују а</w:t>
            </w:r>
            <w:r>
              <w:rPr>
                <w:rFonts w:ascii="Arial" w:hAnsi="Arial" w:cs="Arial"/>
                <w:bCs/>
                <w:sz w:val="24"/>
                <w:szCs w:val="24"/>
              </w:rPr>
              <w:t>ктивности са одредбама за време</w:t>
            </w:r>
            <w:r w:rsidR="00895C38">
              <w:rPr>
                <w:rFonts w:ascii="Arial" w:hAnsi="Arial" w:cs="Arial"/>
                <w:bCs/>
                <w:sz w:val="24"/>
                <w:szCs w:val="24"/>
              </w:rPr>
              <w:t>, водећи рачуна о употреби правог наставка.</w:t>
            </w:r>
          </w:p>
          <w:p w:rsidR="00A804F9" w:rsidRDefault="00A804F9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</w:p>
          <w:p w:rsidR="00895C38" w:rsidRDefault="00895C38" w:rsidP="00954DC9">
            <w:pPr>
              <w:tabs>
                <w:tab w:val="left" w:pos="2610"/>
              </w:tabs>
              <w:jc w:val="center"/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  <w:lang w:val="sr-Cyrl-CS"/>
              </w:rPr>
              <w:t>Главни део часа</w:t>
            </w:r>
          </w:p>
          <w:p w:rsidR="00A804F9" w:rsidRDefault="00341AF7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9D312E">
              <w:rPr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g_hi" o:spid="_x0000_i1025" type="#_x0000_t75" alt="" style="width:54.25pt;height:47.3pt">
                  <v:imagedata r:id="rId7" r:href="rId8"/>
                </v:shape>
              </w:pict>
            </w:r>
            <w:r w:rsidR="00895C38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Ученици пишу прилоге за време и онда у пару смишљају по четири реченице са овим прилозима.</w:t>
            </w:r>
          </w:p>
          <w:p w:rsidR="00341AF7" w:rsidRDefault="00341AF7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A804F9" w:rsidRDefault="00A804F9" w:rsidP="00954DC9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:rsidR="00895C38" w:rsidRDefault="00341A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9D312E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shape id="irc_mi" o:spid="_x0000_i1026" type="#_x0000_t75" alt="http://bestclipartblog.com/clipart-pics/headphones-clip-art-4.jpg" style="width:44.6pt;height:39.2pt;visibility:visible">
                  <v:imagedata r:id="rId9" o:title=""/>
                </v:shape>
              </w:pic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Прелази се на вежбу 4. У</w:t>
            </w:r>
            <w:r w:rsidR="00895C38">
              <w:rPr>
                <w:rFonts w:ascii="Arial" w:hAnsi="Arial" w:cs="Arial"/>
                <w:sz w:val="24"/>
                <w:szCs w:val="24"/>
                <w:lang w:val="sr-Cyrl-CS"/>
              </w:rPr>
              <w:t xml:space="preserve">ченици примењују своје знање на тексту који слушају. 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Наставник објашњава ко је Дима Билан</w:t>
            </w:r>
            <w:r w:rsidR="00341AF7">
              <w:rPr>
                <w:rFonts w:ascii="Arial" w:hAnsi="Arial" w:cs="Arial"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популарни руски певач. Победио на песми Евровизије.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Слушајући дијалог, ученици треба да кажу зашто Катја и Максим нису гледали концерт на телевизији. 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Ученици разрађују текст по улогама, пазећи на правилан изговор.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Наставник може да провери како ученици знају прошло време и реченицама.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Пример: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1. Миша ...............рано утром. (завтракать)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2.</w:t>
            </w:r>
            <w:r w:rsidRPr="007151E5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Бабушка и дедушка ..................телевизор. (смотреть)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3. Вы ........................в баскетбол? (играть)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4. Виктор .....................на стадионе. (быть)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5. Солнце долго ..................(сиять)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6. Нина и Борис......................по телефону. (говорить)</w:t>
            </w: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:rsidR="00895C38" w:rsidRDefault="00895C38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самостално раде реченице, које се проверавају на табли.</w:t>
            </w:r>
          </w:p>
          <w:p w:rsidR="00A804F9" w:rsidRPr="00A804F9" w:rsidRDefault="00A804F9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</w:p>
          <w:p w:rsidR="00895C38" w:rsidRPr="00A804F9" w:rsidRDefault="00341AF7" w:rsidP="00954DC9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9D312E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pict>
                <v:shape id="_x0000_i1027" type="#_x0000_t75" alt="http://bestclipartblog.com/clipart-pics/headphones-clip-art-4.jpg" style="width:44.6pt;height:39.2pt;visibility:visible">
                  <v:imagedata r:id="rId9" o:title="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 xml:space="preserve"> </w:t>
            </w:r>
            <w:r w:rsidR="00895C38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Ученици слушају вежбу 5. Након слушања разјашњава се садржај реченица. Ученици воде рачуна о правилном изговору и повезивању речи.</w:t>
            </w:r>
          </w:p>
          <w:p w:rsidR="00895C38" w:rsidRPr="00341AF7" w:rsidRDefault="00895C38" w:rsidP="007151E5">
            <w:pPr>
              <w:pStyle w:val="ListParagraph"/>
              <w:tabs>
                <w:tab w:val="left" w:pos="2955"/>
              </w:tabs>
              <w:ind w:left="0"/>
              <w:jc w:val="both"/>
              <w:rPr>
                <w:lang/>
              </w:rPr>
            </w:pPr>
          </w:p>
          <w:p w:rsidR="00895C38" w:rsidRPr="00D27942" w:rsidRDefault="00895C38" w:rsidP="00954DC9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C00000"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:rsidR="00895C38" w:rsidRDefault="00895C38" w:rsidP="00954DC9">
            <w:pPr>
              <w:pStyle w:val="ListParagraph"/>
              <w:tabs>
                <w:tab w:val="left" w:pos="2955"/>
                <w:tab w:val="left" w:pos="10080"/>
              </w:tabs>
              <w:ind w:left="0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:rsidR="00341AF7" w:rsidRDefault="00341AF7" w:rsidP="00954DC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  <w:lang/>
              </w:rPr>
            </w:pPr>
            <w:r w:rsidRPr="009D312E"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i1028" type="#_x0000_t75" alt="https://encrypted-tbn1.gstatic.com/images?q=tbn:ANd9GcTLloTNlt9PE33DsCn-s4cT1myLySzO-yeSKTNnvd06UbCYMp5M" style="width:58.55pt;height:55.9pt;visibility:visible">
                  <v:imagedata r:id="rId10" o:title=""/>
                </v:shape>
              </w:pict>
            </w:r>
            <w:r w:rsidR="00895C38" w:rsidRPr="001E0B23">
              <w:rPr>
                <w:rFonts w:ascii="Arial" w:hAnsi="Arial" w:cs="Arial"/>
                <w:b/>
                <w:bCs/>
                <w:sz w:val="24"/>
                <w:szCs w:val="24"/>
              </w:rPr>
              <w:t>ИГРА</w:t>
            </w:r>
          </w:p>
          <w:p w:rsidR="00895C38" w:rsidRDefault="00895C38" w:rsidP="00954DC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се деле у групе а затим један ученик излази, извлачи картицу са глаголом и пантомимом објашњава глагол. Група мора да каже глагол у инфинитиву, а затим његово садашње и прошло време.</w:t>
            </w:r>
          </w:p>
          <w:p w:rsidR="00895C38" w:rsidRPr="00D27942" w:rsidRDefault="00895C38" w:rsidP="00954DC9">
            <w:pPr>
              <w:tabs>
                <w:tab w:val="left" w:pos="315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95C38" w:rsidRPr="00931F80" w:rsidTr="007151E5">
        <w:trPr>
          <w:trHeight w:val="144"/>
        </w:trPr>
        <w:tc>
          <w:tcPr>
            <w:tcW w:w="10780" w:type="dxa"/>
            <w:gridSpan w:val="2"/>
            <w:shd w:val="clear" w:color="auto" w:fill="C0C0C0"/>
          </w:tcPr>
          <w:p w:rsidR="00341AF7" w:rsidRDefault="00341AF7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/>
              </w:rPr>
            </w:pPr>
          </w:p>
          <w:p w:rsidR="00895C38" w:rsidRDefault="00895C38" w:rsidP="00341AF7">
            <w:pPr>
              <w:pStyle w:val="ListParagraph"/>
              <w:tabs>
                <w:tab w:val="left" w:pos="315"/>
              </w:tabs>
              <w:ind w:left="539"/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D2794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sr-Cyrl-CS"/>
              </w:rPr>
              <w:t>Домаћи задатак</w:t>
            </w:r>
          </w:p>
          <w:p w:rsidR="00341AF7" w:rsidRPr="00D27942" w:rsidRDefault="00341AF7" w:rsidP="00954DC9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  <w:p w:rsidR="00895C38" w:rsidRDefault="00895C38" w:rsidP="00341AF7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Радна свеска, вежба 6.</w:t>
            </w:r>
            <w:r w:rsidR="00341AF7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Напиши шта си радио јуче у одређено доба дана.</w:t>
            </w:r>
          </w:p>
          <w:p w:rsidR="00341AF7" w:rsidRPr="0050607C" w:rsidRDefault="00341AF7" w:rsidP="00341AF7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895C38" w:rsidRPr="00D73743" w:rsidRDefault="00895C38" w:rsidP="00D73743"/>
    <w:sectPr w:rsidR="00895C38" w:rsidRPr="00D73743" w:rsidSect="007B7CD2">
      <w:headerReference w:type="default" r:id="rId11"/>
      <w:footerReference w:type="default" r:id="rId12"/>
      <w:pgSz w:w="12240" w:h="15840"/>
      <w:pgMar w:top="1560" w:right="720" w:bottom="851" w:left="720" w:header="709" w:footer="4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AF7" w:rsidRDefault="00341AF7" w:rsidP="00637453">
      <w:r>
        <w:separator/>
      </w:r>
    </w:p>
  </w:endnote>
  <w:endnote w:type="continuationSeparator" w:id="1">
    <w:p w:rsidR="00341AF7" w:rsidRDefault="00341AF7" w:rsidP="0063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F7" w:rsidRDefault="00341AF7">
    <w:pPr>
      <w:pStyle w:val="Footer"/>
    </w:pPr>
    <w:r w:rsidRPr="009D312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.45pt;margin-top:8.2pt;width:538.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ZI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zPI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" strokecolor="#7a7a7a"/>
      </w:pict>
    </w:r>
  </w:p>
  <w:p w:rsidR="00341AF7" w:rsidRPr="007B7CD2" w:rsidRDefault="00341AF7" w:rsidP="003B6FAA">
    <w:pPr>
      <w:pStyle w:val="Footer"/>
      <w:tabs>
        <w:tab w:val="clear" w:pos="4680"/>
        <w:tab w:val="clear" w:pos="9360"/>
        <w:tab w:val="right" w:pos="10206"/>
        <w:tab w:val="right" w:pos="10773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Диалог 1, руски језик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5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A804F9">
      <w:rPr>
        <w:rFonts w:ascii="Arial" w:hAnsi="Arial" w:cs="Arial"/>
        <w:b/>
        <w:bCs/>
        <w:noProof/>
        <w:position w:val="6"/>
        <w:sz w:val="18"/>
        <w:szCs w:val="18"/>
      </w:rPr>
      <w:t>2</w:t>
    </w:r>
    <w:r w:rsidRPr="006219FD">
      <w:rPr>
        <w:rFonts w:ascii="Arial" w:hAnsi="Arial" w:cs="Arial"/>
        <w:b/>
        <w:bCs/>
        <w:position w:val="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AF7" w:rsidRDefault="00341AF7" w:rsidP="00637453">
      <w:r>
        <w:separator/>
      </w:r>
    </w:p>
  </w:footnote>
  <w:footnote w:type="continuationSeparator" w:id="1">
    <w:p w:rsidR="00341AF7" w:rsidRDefault="00341AF7" w:rsidP="0063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F7" w:rsidRPr="003B6FAA" w:rsidRDefault="00341AF7" w:rsidP="003B6FAA">
    <w:pPr>
      <w:pStyle w:val="Header"/>
      <w:tabs>
        <w:tab w:val="clear" w:pos="9360"/>
        <w:tab w:val="left" w:pos="3119"/>
        <w:tab w:val="left" w:pos="8364"/>
      </w:tabs>
      <w:ind w:left="-40"/>
    </w:pPr>
    <w:r w:rsidRPr="009D312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.2pt;margin-top:-8.5pt;width:538.5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" strokecolor="#7a7a7a"/>
      </w:pict>
    </w:r>
    <w:r w:rsidRPr="009D312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15pt;margin-top:1.35pt;width:29.85pt;height:2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DB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" filled="f" stroked="f">
          <v:textbox>
            <w:txbxContent>
              <w:p w:rsidR="00341AF7" w:rsidRPr="007151E5" w:rsidRDefault="00341AF7" w:rsidP="00B2630E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48</w:t>
                </w:r>
              </w:p>
            </w:txbxContent>
          </v:textbox>
        </v:shape>
      </w:pict>
    </w:r>
    <w:r w:rsidRPr="009D312E">
      <w:rPr>
        <w:noProof/>
      </w:rPr>
      <w:pict>
        <v:oval id="Oval 4" o:spid="_x0000_s2051" style="position:absolute;left:0;text-align:left;margin-left:519.95pt;margin-top:.35pt;width:19.85pt;height:19.85pt;z-index:-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" fillcolor="#9b9b9b" stroked="f"/>
      </w:pict>
    </w:r>
    <w:r w:rsidRPr="009D312E">
      <w:rPr>
        <w:noProof/>
      </w:rPr>
      <w:pict>
        <v:shape id="AutoShape 3" o:spid="_x0000_s2052" type="#_x0000_t32" style="position:absolute;left:0;text-align:left;margin-left:143.05pt;margin-top:-.05pt;width:0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" strokecolor="#7a7a7a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9" type="#_x0000_t75" alt="Data Status Logo - bl.jpg" style="width:80.6pt;height:20.4pt;visibility:visible">
          <v:imagedata r:id="rId1" o:title=""/>
        </v:shape>
      </w:pict>
    </w:r>
    <w:r>
      <w:tab/>
    </w:r>
    <w:r>
      <w:rPr>
        <w:rFonts w:ascii="Arial" w:hAnsi="Arial" w:cs="Arial"/>
        <w:b/>
        <w:bCs/>
        <w:color w:val="7A7A7A"/>
        <w:position w:val="6"/>
        <w:sz w:val="36"/>
        <w:szCs w:val="36"/>
        <w:lang w:val="sr-Cyrl-CS"/>
      </w:rPr>
      <w:t>ДИАЛОГ 1</w:t>
    </w:r>
    <w:r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:rsidR="00341AF7" w:rsidRDefault="00341AF7" w:rsidP="00C95499">
    <w:pPr>
      <w:pStyle w:val="Header"/>
      <w:tabs>
        <w:tab w:val="clear" w:pos="4680"/>
        <w:tab w:val="clear" w:pos="9360"/>
        <w:tab w:val="left" w:pos="3119"/>
      </w:tabs>
    </w:pPr>
    <w:r w:rsidRPr="009D312E">
      <w:rPr>
        <w:noProof/>
      </w:rPr>
      <w:pict>
        <v:shape id="AutoShape 2" o:spid="_x0000_s2053" type="#_x0000_t32" style="position:absolute;margin-left:.45pt;margin-top:6.8pt;width:538.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Cz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ezP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" strokecolor="#7a7a7a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E5A84"/>
    <w:multiLevelType w:val="hybridMultilevel"/>
    <w:tmpl w:val="2728A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F22C8B"/>
    <w:multiLevelType w:val="hybridMultilevel"/>
    <w:tmpl w:val="1908A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1"/>
        <o:r id="V:Rule2" type="connector" idref="#AutoShape 3"/>
        <o:r id="V:Rule3" type="connector" idref="#AutoShape 2"/>
        <o:r id="V:Rule4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9FD"/>
    <w:rsid w:val="001336C7"/>
    <w:rsid w:val="00162999"/>
    <w:rsid w:val="00167EF3"/>
    <w:rsid w:val="00181B6E"/>
    <w:rsid w:val="001E0B23"/>
    <w:rsid w:val="00271CE1"/>
    <w:rsid w:val="002E7DE5"/>
    <w:rsid w:val="00341AF7"/>
    <w:rsid w:val="003B6FAA"/>
    <w:rsid w:val="003C43D5"/>
    <w:rsid w:val="00407FFA"/>
    <w:rsid w:val="00440441"/>
    <w:rsid w:val="004823F0"/>
    <w:rsid w:val="004A4E3C"/>
    <w:rsid w:val="0050607C"/>
    <w:rsid w:val="0051393D"/>
    <w:rsid w:val="00532D5B"/>
    <w:rsid w:val="00541B94"/>
    <w:rsid w:val="005A4B8F"/>
    <w:rsid w:val="005E46A8"/>
    <w:rsid w:val="006219FD"/>
    <w:rsid w:val="00637453"/>
    <w:rsid w:val="00687C2A"/>
    <w:rsid w:val="006A1144"/>
    <w:rsid w:val="007151E5"/>
    <w:rsid w:val="007B7CD2"/>
    <w:rsid w:val="007C089C"/>
    <w:rsid w:val="007D0A10"/>
    <w:rsid w:val="00821ABD"/>
    <w:rsid w:val="00895C38"/>
    <w:rsid w:val="008D3F2A"/>
    <w:rsid w:val="00931F80"/>
    <w:rsid w:val="00943847"/>
    <w:rsid w:val="00954DC9"/>
    <w:rsid w:val="009D312E"/>
    <w:rsid w:val="00A11A22"/>
    <w:rsid w:val="00A20114"/>
    <w:rsid w:val="00A674B9"/>
    <w:rsid w:val="00A804F9"/>
    <w:rsid w:val="00A96608"/>
    <w:rsid w:val="00AA1D0E"/>
    <w:rsid w:val="00AB1E5C"/>
    <w:rsid w:val="00B2630E"/>
    <w:rsid w:val="00B47931"/>
    <w:rsid w:val="00B61D57"/>
    <w:rsid w:val="00BB2DF1"/>
    <w:rsid w:val="00BD1FAD"/>
    <w:rsid w:val="00BD4642"/>
    <w:rsid w:val="00C735C5"/>
    <w:rsid w:val="00C86BED"/>
    <w:rsid w:val="00C95499"/>
    <w:rsid w:val="00CA26ED"/>
    <w:rsid w:val="00D06F3A"/>
    <w:rsid w:val="00D27942"/>
    <w:rsid w:val="00D61540"/>
    <w:rsid w:val="00D73743"/>
    <w:rsid w:val="00E25EB5"/>
    <w:rsid w:val="00F206F7"/>
    <w:rsid w:val="00F43F2E"/>
    <w:rsid w:val="00FA7FE4"/>
    <w:rsid w:val="00FB32CA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4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7453"/>
    <w:rPr>
      <w:rFonts w:cs="Times New Roman"/>
    </w:rPr>
  </w:style>
  <w:style w:type="paragraph" w:styleId="NormalWeb">
    <w:name w:val="Normal (Web)"/>
    <w:basedOn w:val="Normal"/>
    <w:uiPriority w:val="99"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151E5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80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static.com/images?q=tbn:ANd9GcR73ODxRUGXdL4YtILnQHhBcTkMBvv4a1LEqbEW9q9HDZNam7m_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19</TotalTime>
  <Pages>2</Pages>
  <Words>376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 </vt:lpstr>
    </vt:vector>
  </TitlesOfParts>
  <Company>CtrlSoft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 </dc:title>
  <dc:subject/>
  <dc:creator>Vladimir Neskovic</dc:creator>
  <cp:keywords/>
  <dc:description/>
  <cp:lastModifiedBy>Мирјана Стоименов</cp:lastModifiedBy>
  <cp:revision>4</cp:revision>
  <dcterms:created xsi:type="dcterms:W3CDTF">2013-12-17T10:13:00Z</dcterms:created>
  <dcterms:modified xsi:type="dcterms:W3CDTF">2014-01-16T09:28:00Z</dcterms:modified>
</cp:coreProperties>
</file>